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FE" w:rsidRDefault="000F60F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0F60FE" w:rsidRPr="007654D8" w:rsidRDefault="000F60FE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Pr="007654D8">
        <w:rPr>
          <w:rFonts w:ascii="Times New Roman" w:hAnsi="Times New Roman"/>
          <w:b/>
          <w:sz w:val="28"/>
          <w:szCs w:val="28"/>
        </w:rPr>
        <w:t>Разработку проектов зон охраны объектов культурного наследия (далее - ОКН)</w:t>
      </w:r>
    </w:p>
    <w:bookmarkEnd w:id="0"/>
    <w:p w:rsidR="000F60FE" w:rsidRDefault="000F60F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427"/>
      </w:tblGrid>
      <w:tr w:rsidR="000F60FE" w:rsidRPr="000B2E71" w:rsidTr="00827B5E">
        <w:tc>
          <w:tcPr>
            <w:tcW w:w="731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42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0F60FE" w:rsidRPr="000B2E71" w:rsidTr="00827B5E">
        <w:tc>
          <w:tcPr>
            <w:tcW w:w="731" w:type="dxa"/>
          </w:tcPr>
          <w:p w:rsidR="000F60FE" w:rsidRPr="000B2E71" w:rsidRDefault="000F60FE" w:rsidP="000B2E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Разработка проектов зон охраны объектов культурного наследия (далее - ОКН)</w:t>
            </w:r>
          </w:p>
        </w:tc>
        <w:tc>
          <w:tcPr>
            <w:tcW w:w="1540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142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</w:tr>
      <w:tr w:rsidR="000F60FE" w:rsidRPr="000B2E71" w:rsidTr="00827B5E">
        <w:tc>
          <w:tcPr>
            <w:tcW w:w="731" w:type="dxa"/>
          </w:tcPr>
          <w:p w:rsidR="000F60FE" w:rsidRPr="000B2E71" w:rsidRDefault="000F60FE" w:rsidP="000B2E71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:rsidR="000F60FE" w:rsidRPr="000B2E71" w:rsidRDefault="000F60FE" w:rsidP="000B2E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E7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2E71"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2E7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</w:tbl>
    <w:p w:rsidR="000F60FE" w:rsidRPr="00AC3BF8" w:rsidRDefault="000F60FE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0F60FE" w:rsidRPr="00AC3BF8" w:rsidSect="00BC722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0FE" w:rsidRDefault="000F60FE">
      <w:r>
        <w:separator/>
      </w:r>
    </w:p>
  </w:endnote>
  <w:endnote w:type="continuationSeparator" w:id="0">
    <w:p w:rsidR="000F60FE" w:rsidRDefault="000F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0FE" w:rsidRDefault="000F60FE">
    <w:pPr>
      <w:pStyle w:val="Footer"/>
    </w:pPr>
    <w:fldSimple w:instr=" FILENAME \p ">
      <w:r>
        <w:rPr>
          <w:noProof/>
        </w:rPr>
        <w:t>X:\OBMEN\COMMON\ОФСС\Шура\Бюджет на 2019 год\Дагнаследие РД заявка на 2019 год\1 Разработка проектов зон охраны объектов культурного наследия (далее - ОКН).docx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0FE" w:rsidRDefault="000F60FE">
      <w:r>
        <w:separator/>
      </w:r>
    </w:p>
  </w:footnote>
  <w:footnote w:type="continuationSeparator" w:id="0">
    <w:p w:rsidR="000F60FE" w:rsidRDefault="000F6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0B2E71"/>
    <w:rsid w:val="000F60FE"/>
    <w:rsid w:val="002D2A4A"/>
    <w:rsid w:val="00322847"/>
    <w:rsid w:val="00423784"/>
    <w:rsid w:val="00482BC5"/>
    <w:rsid w:val="004C1E0D"/>
    <w:rsid w:val="00517BBE"/>
    <w:rsid w:val="00604C54"/>
    <w:rsid w:val="00630F0F"/>
    <w:rsid w:val="006C073F"/>
    <w:rsid w:val="006C49F8"/>
    <w:rsid w:val="007654D8"/>
    <w:rsid w:val="00827B5E"/>
    <w:rsid w:val="008B38C1"/>
    <w:rsid w:val="00AC3BF8"/>
    <w:rsid w:val="00AD27B3"/>
    <w:rsid w:val="00B32EA3"/>
    <w:rsid w:val="00BC7227"/>
    <w:rsid w:val="00BE3909"/>
    <w:rsid w:val="00CA0FCE"/>
    <w:rsid w:val="00DC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2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A95"/>
    <w:rPr>
      <w:lang w:eastAsia="en-US"/>
    </w:rPr>
  </w:style>
  <w:style w:type="paragraph" w:styleId="Footer">
    <w:name w:val="footer"/>
    <w:basedOn w:val="Normal"/>
    <w:link w:val="FooterChar"/>
    <w:uiPriority w:val="99"/>
    <w:rsid w:val="00CA0F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A95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A0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A95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45</Words>
  <Characters>262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2018-09-19T08:57:00Z</cp:lastPrinted>
  <dcterms:created xsi:type="dcterms:W3CDTF">2018-09-19T08:56:00Z</dcterms:created>
  <dcterms:modified xsi:type="dcterms:W3CDTF">2018-09-19T09:17:00Z</dcterms:modified>
</cp:coreProperties>
</file>